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5" w:after="0" w:line="240" w:lineRule="auto"/>
        <w:ind w:left="1751" w:right="1695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KI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6"/>
          <w:w w:val="99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39" w:lineRule="auto"/>
        <w:ind w:left="3221" w:right="3165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FIF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99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RK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99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0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65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2)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5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7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9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31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5" w:lineRule="exact"/>
        <w:ind w:left="4086" w:right="4031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</w:sectPr>
      </w:pPr>
      <w:rPr/>
    </w:p>
    <w:p>
      <w:pPr>
        <w:spacing w:before="34" w:after="0" w:line="225" w:lineRule="exact"/>
        <w:ind w:left="120" w:right="-70"/>
        <w:jc w:val="left"/>
        <w:tabs>
          <w:tab w:pos="464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99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CHILD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4" w:after="0" w:line="225" w:lineRule="exact"/>
        <w:ind w:right="-20"/>
        <w:jc w:val="left"/>
        <w:tabs>
          <w:tab w:pos="1440" w:val="left"/>
          <w:tab w:pos="426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w w:val="99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or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BIR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  <w:cols w:num="2" w:equalWidth="0">
            <w:col w:w="4654" w:space="507"/>
            <w:col w:w="4399"/>
          </w:cols>
        </w:sectPr>
      </w:pPr>
      <w:rPr/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25" w:lineRule="exact"/>
        <w:ind w:left="120" w:right="-20"/>
        <w:jc w:val="left"/>
        <w:tabs>
          <w:tab w:pos="944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LY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NDING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99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25" w:lineRule="exact"/>
        <w:ind w:left="840" w:right="-20"/>
        <w:jc w:val="left"/>
        <w:tabs>
          <w:tab w:pos="644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DI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DI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306" w:right="453"/>
        <w:jc w:val="center"/>
        <w:tabs>
          <w:tab w:pos="1740" w:val="left"/>
          <w:tab w:pos="3340" w:val="left"/>
          <w:tab w:pos="5320" w:val="left"/>
          <w:tab w:pos="6760" w:val="left"/>
          <w:tab w:pos="864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1.995041pt;margin-top:1.344008pt;width:238.920491pt;height:.1pt;mso-position-horizontal-relative:page;mso-position-vertical-relative:paragraph;z-index:-287" coordorigin="1440,27" coordsize="4778,2">
            <v:shape style="position:absolute;left:1440;top:27;width:4778;height:2" coordorigin="1440,27" coordsize="4778,0" path="m1440,27l6218,27e" filled="f" stroked="t" strokeweight=".627480pt" strokecolor="#000000">
              <v:path arrowok="t"/>
            </v:shape>
          </v:group>
          <w10:wrap type="none"/>
        </w:pict>
      </w:r>
      <w:r>
        <w:rPr/>
        <w:pict>
          <v:group style="position:absolute;margin-left:324.022888pt;margin-top:1.344008pt;width:211.122129pt;height:.1pt;mso-position-horizontal-relative:page;mso-position-vertical-relative:paragraph;z-index:-286" coordorigin="6480,27" coordsize="4222,2">
            <v:shape style="position:absolute;left:6480;top:27;width:4222;height:2" coordorigin="6480,27" coordsize="4222,0" path="m6480,27l10703,27e" filled="f" stroked="t" strokeweight=".6274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1" w:lineRule="exact"/>
        <w:ind w:left="88" w:right="93"/>
        <w:jc w:val="center"/>
        <w:tabs>
          <w:tab w:pos="4700" w:val="left"/>
          <w:tab w:pos="5100" w:val="left"/>
          <w:tab w:pos="93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2"/>
          <w:b/>
          <w:bCs/>
          <w:position w:val="-1"/>
        </w:rPr>
        <w:t>L</w:t>
      </w:r>
      <w:r>
        <w:rPr>
          <w:rFonts w:ascii="Arial" w:hAnsi="Arial" w:cs="Arial" w:eastAsia="Arial"/>
          <w:sz w:val="16"/>
          <w:szCs w:val="16"/>
          <w:spacing w:val="-6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2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C</w:t>
      </w:r>
      <w:r>
        <w:rPr>
          <w:rFonts w:ascii="Arial" w:hAnsi="Arial" w:cs="Arial" w:eastAsia="Arial"/>
          <w:sz w:val="16"/>
          <w:szCs w:val="16"/>
          <w:spacing w:val="-8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-6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TE</w:t>
      </w:r>
      <w:r>
        <w:rPr>
          <w:rFonts w:ascii="Arial" w:hAnsi="Arial" w:cs="Arial" w:eastAsia="Arial"/>
          <w:sz w:val="16"/>
          <w:szCs w:val="16"/>
          <w:spacing w:val="6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-1"/>
        </w:rPr>
        <w:t>_</w:t>
        <w:tab/>
      </w:r>
      <w:r>
        <w:rPr>
          <w:rFonts w:ascii="Arial" w:hAnsi="Arial" w:cs="Arial" w:eastAsia="Arial"/>
          <w:sz w:val="16"/>
          <w:szCs w:val="16"/>
          <w:spacing w:val="0"/>
          <w:position w:val="-1"/>
        </w:rPr>
      </w:r>
      <w:r>
        <w:rPr>
          <w:rFonts w:ascii="Arial" w:hAnsi="Arial" w:cs="Arial" w:eastAsia="Arial"/>
          <w:sz w:val="16"/>
          <w:szCs w:val="16"/>
          <w:spacing w:val="-3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2"/>
          <w:b/>
          <w:bCs/>
          <w:position w:val="-1"/>
        </w:rPr>
        <w:t>L</w:t>
      </w:r>
      <w:r>
        <w:rPr>
          <w:rFonts w:ascii="Arial" w:hAnsi="Arial" w:cs="Arial" w:eastAsia="Arial"/>
          <w:sz w:val="16"/>
          <w:szCs w:val="16"/>
          <w:spacing w:val="-6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C</w:t>
      </w:r>
      <w:r>
        <w:rPr>
          <w:rFonts w:ascii="Arial" w:hAnsi="Arial" w:cs="Arial" w:eastAsia="Arial"/>
          <w:sz w:val="16"/>
          <w:szCs w:val="16"/>
          <w:spacing w:val="-6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4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-3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4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</w:sectPr>
      </w:pPr>
      <w:rPr/>
    </w:p>
    <w:p>
      <w:pPr>
        <w:spacing w:before="40" w:after="0" w:line="181" w:lineRule="exact"/>
        <w:ind w:left="120" w:right="-64"/>
        <w:jc w:val="left"/>
        <w:tabs>
          <w:tab w:pos="48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5"/>
          <w:b/>
          <w:bCs/>
          <w:position w:val="-1"/>
        </w:rPr>
        <w:t>M</w:t>
      </w:r>
      <w:r>
        <w:rPr>
          <w:rFonts w:ascii="Arial" w:hAnsi="Arial" w:cs="Arial" w:eastAsia="Arial"/>
          <w:sz w:val="16"/>
          <w:szCs w:val="16"/>
          <w:spacing w:val="-8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L</w:t>
      </w:r>
      <w:r>
        <w:rPr>
          <w:rFonts w:ascii="Arial" w:hAnsi="Arial" w:cs="Arial" w:eastAsia="Arial"/>
          <w:sz w:val="16"/>
          <w:szCs w:val="16"/>
          <w:spacing w:val="3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6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spacing w:before="40" w:after="0" w:line="181" w:lineRule="exact"/>
        <w:ind w:right="-20"/>
        <w:jc w:val="left"/>
        <w:tabs>
          <w:tab w:pos="426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5"/>
          <w:b/>
          <w:bCs/>
          <w:position w:val="-1"/>
        </w:rPr>
        <w:t>M</w:t>
      </w:r>
      <w:r>
        <w:rPr>
          <w:rFonts w:ascii="Arial" w:hAnsi="Arial" w:cs="Arial" w:eastAsia="Arial"/>
          <w:sz w:val="16"/>
          <w:szCs w:val="16"/>
          <w:spacing w:val="-8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L</w:t>
      </w:r>
      <w:r>
        <w:rPr>
          <w:rFonts w:ascii="Arial" w:hAnsi="Arial" w:cs="Arial" w:eastAsia="Arial"/>
          <w:sz w:val="16"/>
          <w:szCs w:val="16"/>
          <w:spacing w:val="3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6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2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  <w:cols w:num="2" w:equalWidth="0">
            <w:col w:w="4825" w:space="336"/>
            <w:col w:w="4399"/>
          </w:cols>
        </w:sectPr>
      </w:pPr>
      <w:rPr/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</w:sectPr>
      </w:pPr>
      <w:rPr/>
    </w:p>
    <w:p>
      <w:pPr>
        <w:spacing w:before="40" w:after="0" w:line="181" w:lineRule="exact"/>
        <w:ind w:left="120" w:right="-64"/>
        <w:jc w:val="left"/>
        <w:tabs>
          <w:tab w:pos="4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OME</w:t>
      </w:r>
      <w:r>
        <w:rPr>
          <w:rFonts w:ascii="Arial" w:hAnsi="Arial" w:cs="Arial" w:eastAsia="Arial"/>
          <w:sz w:val="16"/>
          <w:szCs w:val="16"/>
          <w:spacing w:val="4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8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2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spacing w:before="40" w:after="0" w:line="181" w:lineRule="exact"/>
        <w:ind w:right="-20"/>
        <w:jc w:val="left"/>
        <w:tabs>
          <w:tab w:pos="424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OME</w:t>
      </w:r>
      <w:r>
        <w:rPr>
          <w:rFonts w:ascii="Arial" w:hAnsi="Arial" w:cs="Arial" w:eastAsia="Arial"/>
          <w:sz w:val="16"/>
          <w:szCs w:val="16"/>
          <w:spacing w:val="5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8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  <w:cols w:num="2" w:equalWidth="0">
            <w:col w:w="4885" w:space="276"/>
            <w:col w:w="4399"/>
          </w:cols>
        </w:sectPr>
      </w:pPr>
      <w:rPr/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</w:sectPr>
      </w:pPr>
      <w:rPr/>
    </w:p>
    <w:p>
      <w:pPr>
        <w:spacing w:before="40" w:after="0" w:line="181" w:lineRule="exact"/>
        <w:ind w:left="120" w:right="-64"/>
        <w:jc w:val="left"/>
        <w:tabs>
          <w:tab w:pos="28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6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5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-6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3"/>
          <w:b/>
          <w:bCs/>
          <w:position w:val="-1"/>
        </w:rPr>
        <w:t>M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#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spacing w:before="40" w:after="0" w:line="181" w:lineRule="exact"/>
        <w:ind w:right="-64"/>
        <w:jc w:val="left"/>
        <w:tabs>
          <w:tab w:pos="184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b/>
          <w:bCs/>
          <w:position w:val="-1"/>
        </w:rPr>
        <w:t>Z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spacing w:before="40" w:after="0" w:line="181" w:lineRule="exact"/>
        <w:ind w:right="-20"/>
        <w:jc w:val="left"/>
        <w:tabs>
          <w:tab w:pos="2280" w:val="left"/>
          <w:tab w:pos="422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-6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5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-6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3"/>
          <w:b/>
          <w:bCs/>
          <w:position w:val="-1"/>
        </w:rPr>
        <w:t>M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#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Z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  <w:cols w:num="3" w:equalWidth="0">
            <w:col w:w="2860" w:space="141"/>
            <w:col w:w="1851" w:space="309"/>
            <w:col w:w="4399"/>
          </w:cols>
        </w:sectPr>
      </w:pPr>
      <w:rPr/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</w:sectPr>
      </w:pPr>
      <w:rPr/>
    </w:p>
    <w:p>
      <w:pPr>
        <w:spacing w:before="40" w:after="0" w:line="181" w:lineRule="exact"/>
        <w:ind w:left="120" w:right="-64"/>
        <w:jc w:val="left"/>
        <w:tabs>
          <w:tab w:pos="48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OME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spacing w:before="40" w:after="0" w:line="181" w:lineRule="exact"/>
        <w:ind w:right="-20"/>
        <w:jc w:val="left"/>
        <w:tabs>
          <w:tab w:pos="424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OME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  <w:cols w:num="2" w:equalWidth="0">
            <w:col w:w="4861" w:space="300"/>
            <w:col w:w="4399"/>
          </w:cols>
        </w:sectPr>
      </w:pPr>
      <w:rPr/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</w:sectPr>
      </w:pPr>
      <w:rPr/>
    </w:p>
    <w:p>
      <w:pPr>
        <w:spacing w:before="40" w:after="0" w:line="181" w:lineRule="exact"/>
        <w:ind w:left="120" w:right="-64"/>
        <w:jc w:val="left"/>
        <w:tabs>
          <w:tab w:pos="4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C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LL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spacing w:before="40" w:after="0" w:line="181" w:lineRule="exact"/>
        <w:ind w:right="-20"/>
        <w:jc w:val="left"/>
        <w:tabs>
          <w:tab w:pos="422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C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LL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  <w:cols w:num="2" w:equalWidth="0">
            <w:col w:w="4888" w:space="273"/>
            <w:col w:w="4399"/>
          </w:cols>
        </w:sectPr>
      </w:pPr>
      <w:rPr/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</w:sectPr>
      </w:pPr>
      <w:rPr/>
    </w:p>
    <w:p>
      <w:pPr>
        <w:spacing w:before="40" w:after="0" w:line="181" w:lineRule="exact"/>
        <w:ind w:left="120" w:right="-64"/>
        <w:jc w:val="left"/>
        <w:tabs>
          <w:tab w:pos="47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M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LO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Y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spacing w:before="40" w:after="0" w:line="181" w:lineRule="exact"/>
        <w:ind w:right="-20"/>
        <w:jc w:val="left"/>
        <w:tabs>
          <w:tab w:pos="422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M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LO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Y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  <w:cols w:num="2" w:equalWidth="0">
            <w:col w:w="4799" w:space="362"/>
            <w:col w:w="4399"/>
          </w:cols>
        </w:sectPr>
      </w:pPr>
      <w:rPr/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</w:sectPr>
      </w:pPr>
      <w:rPr/>
    </w:p>
    <w:p>
      <w:pPr>
        <w:spacing w:before="40" w:after="0" w:line="181" w:lineRule="exact"/>
        <w:ind w:left="120" w:right="-64"/>
        <w:jc w:val="left"/>
        <w:tabs>
          <w:tab w:pos="48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6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U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2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OF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B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U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-3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3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spacing w:before="40" w:after="0" w:line="181" w:lineRule="exact"/>
        <w:ind w:right="-20"/>
        <w:jc w:val="left"/>
        <w:tabs>
          <w:tab w:pos="424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6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U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2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OF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B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U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-3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3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  <w:cols w:num="2" w:equalWidth="0">
            <w:col w:w="4806" w:space="355"/>
            <w:col w:w="4399"/>
          </w:cols>
        </w:sectPr>
      </w:pPr>
      <w:rPr/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</w:sectPr>
      </w:pPr>
      <w:rPr/>
    </w:p>
    <w:p>
      <w:pPr>
        <w:spacing w:before="40" w:after="0" w:line="181" w:lineRule="exact"/>
        <w:ind w:left="121" w:right="-64"/>
        <w:jc w:val="left"/>
        <w:tabs>
          <w:tab w:pos="47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B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U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L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spacing w:before="40" w:after="0" w:line="181" w:lineRule="exact"/>
        <w:ind w:right="-20"/>
        <w:jc w:val="left"/>
        <w:tabs>
          <w:tab w:pos="428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B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U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L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-1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  <w:cols w:num="2" w:equalWidth="0">
            <w:col w:w="4763" w:space="398"/>
            <w:col w:w="4399"/>
          </w:cols>
        </w:sectPr>
      </w:pPr>
      <w:rPr/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</w:sectPr>
      </w:pPr>
      <w:rPr/>
    </w:p>
    <w:p>
      <w:pPr>
        <w:spacing w:before="40" w:after="0" w:line="181" w:lineRule="exact"/>
        <w:ind w:left="121" w:right="-64"/>
        <w:jc w:val="left"/>
        <w:tabs>
          <w:tab w:pos="47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ON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F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-3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M</w:t>
      </w:r>
      <w:r>
        <w:rPr>
          <w:rFonts w:ascii="Arial" w:hAnsi="Arial" w:cs="Arial" w:eastAsia="Arial"/>
          <w:sz w:val="16"/>
          <w:szCs w:val="16"/>
          <w:spacing w:val="2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spacing w:before="40" w:after="0" w:line="181" w:lineRule="exact"/>
        <w:ind w:right="-20"/>
        <w:jc w:val="left"/>
        <w:tabs>
          <w:tab w:pos="428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ON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2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F</w:t>
      </w:r>
      <w:r>
        <w:rPr>
          <w:rFonts w:ascii="Arial" w:hAnsi="Arial" w:cs="Arial" w:eastAsia="Arial"/>
          <w:sz w:val="16"/>
          <w:szCs w:val="16"/>
          <w:spacing w:val="1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-3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  <w:t>M</w:t>
      </w:r>
      <w:r>
        <w:rPr>
          <w:rFonts w:ascii="Arial" w:hAnsi="Arial" w:cs="Arial" w:eastAsia="Arial"/>
          <w:sz w:val="16"/>
          <w:szCs w:val="16"/>
          <w:spacing w:val="3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spacing w:val="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b/>
          <w:bCs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  <w:cols w:num="2" w:equalWidth="0">
            <w:col w:w="4773" w:space="388"/>
            <w:col w:w="4399"/>
          </w:cols>
        </w:sectPr>
      </w:pPr>
      <w:rPr/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25" w:lineRule="exact"/>
        <w:ind w:left="120" w:right="-20"/>
        <w:jc w:val="left"/>
        <w:tabs>
          <w:tab w:pos="2720" w:val="left"/>
          <w:tab w:pos="5200" w:val="left"/>
          <w:tab w:pos="758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33958pt;margin-top:35.915146pt;width:238.820891pt;height:.1pt;mso-position-horizontal-relative:page;mso-position-vertical-relative:paragraph;z-index:-285" coordorigin="1441,718" coordsize="4776,2">
            <v:shape style="position:absolute;left:1441;top:718;width:4776;height:2" coordorigin="1441,718" coordsize="4776,0" path="m1441,718l6217,718e" filled="f" stroked="t" strokeweight=".627480pt" strokecolor="#000000">
              <v:path arrowok="t"/>
            </v:shape>
          </v:group>
          <w10:wrap type="none"/>
        </w:pict>
      </w:r>
      <w:r>
        <w:rPr/>
        <w:pict>
          <v:group style="position:absolute;margin-left:324.061798pt;margin-top:35.915146pt;width:211.122129pt;height:.1pt;mso-position-horizontal-relative:page;mso-position-vertical-relative:paragraph;z-index:-284" coordorigin="6481,718" coordsize="4222,2">
            <v:shape style="position:absolute;left:6481;top:718;width:4222;height:2" coordorigin="6481,718" coordsize="4222,0" path="m6481,718l10704,718e" filled="f" stroked="t" strokeweight=".6274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&amp;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&amp;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33958pt;margin-top:-9.940705pt;width:239.010131pt;height:.1pt;mso-position-horizontal-relative:page;mso-position-vertical-relative:paragraph;z-index:-283" coordorigin="1441,-199" coordsize="4780,2">
            <v:shape style="position:absolute;left:1441;top:-199;width:4780;height:2" coordorigin="1441,-199" coordsize="4780,0" path="m1441,-199l6221,-199e" filled="f" stroked="t" strokeweight=".627480pt" strokecolor="#000000">
              <v:path arrowok="t"/>
            </v:shape>
          </v:group>
          <w10:wrap type="none"/>
        </w:pict>
      </w:r>
      <w:r>
        <w:rPr/>
        <w:pict>
          <v:group style="position:absolute;margin-left:324.061798pt;margin-top:-9.940705pt;width:211.122129pt;height:.1pt;mso-position-horizontal-relative:page;mso-position-vertical-relative:paragraph;z-index:-282" coordorigin="6481,-199" coordsize="4222,2">
            <v:shape style="position:absolute;left:6481;top:-199;width:4222;height:2" coordorigin="6481,-199" coordsize="4222,0" path="m6481,-199l10704,-199e" filled="f" stroked="t" strokeweight=".6274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50" w:lineRule="exact"/>
        <w:ind w:left="121" w:right="-20"/>
        <w:jc w:val="left"/>
        <w:tabs>
          <w:tab w:pos="1420" w:val="left"/>
          <w:tab w:pos="2980" w:val="left"/>
          <w:tab w:pos="4420" w:val="left"/>
          <w:tab w:pos="624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MS Gothic" w:hAnsi="MS Gothic" w:cs="MS Gothic" w:eastAsia="MS Gothic"/>
          <w:sz w:val="20"/>
          <w:szCs w:val="20"/>
          <w:w w:val="99"/>
          <w:position w:val="-1"/>
        </w:rPr>
        <w:t>☐</w:t>
      </w:r>
      <w:r>
        <w:rPr>
          <w:rFonts w:ascii="MS Gothic" w:hAnsi="MS Gothic" w:cs="MS Gothic" w:eastAsia="MS Gothic"/>
          <w:sz w:val="20"/>
          <w:szCs w:val="20"/>
          <w:spacing w:val="-4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ied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MS Gothic" w:hAnsi="MS Gothic" w:cs="MS Gothic" w:eastAsia="MS Gothic"/>
          <w:sz w:val="20"/>
          <w:szCs w:val="20"/>
          <w:spacing w:val="0"/>
          <w:w w:val="99"/>
          <w:position w:val="-1"/>
        </w:rPr>
        <w:t>☐</w:t>
      </w:r>
      <w:r>
        <w:rPr>
          <w:rFonts w:ascii="MS Gothic" w:hAnsi="MS Gothic" w:cs="MS Gothic" w:eastAsia="MS Gothic"/>
          <w:sz w:val="20"/>
          <w:szCs w:val="20"/>
          <w:spacing w:val="-39"/>
          <w:w w:val="99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epa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MS Gothic" w:hAnsi="MS Gothic" w:cs="MS Gothic" w:eastAsia="MS Gothic"/>
          <w:sz w:val="20"/>
          <w:szCs w:val="20"/>
          <w:spacing w:val="0"/>
          <w:w w:val="99"/>
          <w:position w:val="-1"/>
        </w:rPr>
        <w:t>☐</w:t>
      </w:r>
      <w:r>
        <w:rPr>
          <w:rFonts w:ascii="MS Gothic" w:hAnsi="MS Gothic" w:cs="MS Gothic" w:eastAsia="MS Gothic"/>
          <w:sz w:val="20"/>
          <w:szCs w:val="20"/>
          <w:spacing w:val="-39"/>
          <w:w w:val="99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MS Gothic" w:hAnsi="MS Gothic" w:cs="MS Gothic" w:eastAsia="MS Gothic"/>
          <w:sz w:val="20"/>
          <w:szCs w:val="20"/>
          <w:spacing w:val="0"/>
          <w:w w:val="99"/>
          <w:position w:val="-1"/>
        </w:rPr>
        <w:t>☐</w:t>
      </w:r>
      <w:r>
        <w:rPr>
          <w:rFonts w:ascii="MS Gothic" w:hAnsi="MS Gothic" w:cs="MS Gothic" w:eastAsia="MS Gothic"/>
          <w:sz w:val="20"/>
          <w:szCs w:val="20"/>
          <w:spacing w:val="-39"/>
          <w:w w:val="99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ngle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ent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MS Gothic" w:hAnsi="MS Gothic" w:cs="MS Gothic" w:eastAsia="MS Gothic"/>
          <w:sz w:val="20"/>
          <w:szCs w:val="20"/>
          <w:spacing w:val="0"/>
          <w:w w:val="99"/>
          <w:position w:val="-1"/>
        </w:rPr>
        <w:t>☐</w:t>
      </w:r>
      <w:r>
        <w:rPr>
          <w:rFonts w:ascii="MS Gothic" w:hAnsi="MS Gothic" w:cs="MS Gothic" w:eastAsia="MS Gothic"/>
          <w:sz w:val="20"/>
          <w:szCs w:val="20"/>
          <w:spacing w:val="-39"/>
          <w:w w:val="99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Fat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59" w:lineRule="exact"/>
        <w:ind w:left="120" w:right="-20"/>
        <w:jc w:val="left"/>
        <w:tabs>
          <w:tab w:pos="224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MS Gothic" w:hAnsi="MS Gothic" w:cs="MS Gothic" w:eastAsia="MS Gothic"/>
          <w:sz w:val="20"/>
          <w:szCs w:val="20"/>
          <w:w w:val="99"/>
          <w:position w:val="-1"/>
        </w:rPr>
        <w:t>☐</w:t>
      </w:r>
      <w:r>
        <w:rPr>
          <w:rFonts w:ascii="MS Gothic" w:hAnsi="MS Gothic" w:cs="MS Gothic" w:eastAsia="MS Gothic"/>
          <w:sz w:val="20"/>
          <w:szCs w:val="20"/>
          <w:spacing w:val="-4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her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MS Gothic" w:hAnsi="MS Gothic" w:cs="MS Gothic" w:eastAsia="MS Gothic"/>
          <w:sz w:val="20"/>
          <w:szCs w:val="20"/>
          <w:spacing w:val="0"/>
          <w:w w:val="99"/>
          <w:position w:val="-1"/>
        </w:rPr>
        <w:t>☐</w:t>
      </w:r>
      <w:r>
        <w:rPr>
          <w:rFonts w:ascii="MS Gothic" w:hAnsi="MS Gothic" w:cs="MS Gothic" w:eastAsia="MS Gothic"/>
          <w:sz w:val="20"/>
          <w:szCs w:val="20"/>
          <w:spacing w:val="-4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mestic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5" w:lineRule="exact"/>
        <w:ind w:left="12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DI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20" w:right="123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24002pt;margin-top:-3.207734pt;width:467.213642pt;height:.1pt;mso-position-horizontal-relative:page;mso-position-vertical-relative:paragraph;z-index:-281" coordorigin="1440,-64" coordsize="9344,2">
            <v:shape style="position:absolute;left:1440;top:-64;width:9344;height:2" coordorigin="1440,-64" coordsize="9344,0" path="m1440,-64l10785,-64e" filled="f" stroked="t" strokeweight=".627480pt" strokecolor="#000000">
              <v:path arrowok="t"/>
            </v:shape>
          </v:group>
          <w10:wrap type="none"/>
        </w:pict>
      </w:r>
      <w:r>
        <w:rPr/>
        <w:pict>
          <v:group style="position:absolute;margin-left:72.024002pt;margin-top:47.319351pt;width:467.114062pt;height:.1pt;mso-position-horizontal-relative:page;mso-position-vertical-relative:paragraph;z-index:-280" coordorigin="1440,946" coordsize="9342,2">
            <v:shape style="position:absolute;left:1440;top:946;width:9342;height:2" coordorigin="1440,946" coordsize="9342,0" path="m1440,946l10783,946e" filled="f" stroked="t" strokeweight=".6274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LI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LD,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DD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20" w:right="1360"/>
        </w:sectPr>
      </w:pPr>
      <w:rPr/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0.480003" w:type="dxa"/>
      </w:tblPr>
      <w:tblGrid/>
      <w:tr>
        <w:trPr>
          <w:trHeight w:val="625" w:hRule="exact"/>
        </w:trPr>
        <w:tc>
          <w:tcPr>
            <w:tcW w:w="3154" w:type="dxa"/>
            <w:tcBorders>
              <w:top w:val="nil" w:sz="6" w:space="0" w:color="auto"/>
              <w:bottom w:val="single" w:sz="5.01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74" w:after="0" w:line="240" w:lineRule="auto"/>
              <w:ind w:left="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LIST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IBLIN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19" w:type="dxa"/>
            <w:gridSpan w:val="2"/>
            <w:tcBorders>
              <w:top w:val="nil" w:sz="6" w:space="0" w:color="auto"/>
              <w:bottom w:val="single" w:sz="5.01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689" w:hRule="exact"/>
        </w:trPr>
        <w:tc>
          <w:tcPr>
            <w:tcW w:w="3154" w:type="dxa"/>
            <w:tcBorders>
              <w:top w:val="single" w:sz="5.019840" w:space="0" w:color="000000"/>
              <w:bottom w:val="single" w:sz="5.01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85" w:type="dxa"/>
            <w:tcBorders>
              <w:top w:val="single" w:sz="5.019840" w:space="0" w:color="000000"/>
              <w:bottom w:val="single" w:sz="5.01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6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634" w:type="dxa"/>
            <w:tcBorders>
              <w:top w:val="single" w:sz="5.019840" w:space="0" w:color="000000"/>
              <w:bottom w:val="single" w:sz="5.01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433" w:right="150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ol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9" w:hRule="exact"/>
        </w:trPr>
        <w:tc>
          <w:tcPr>
            <w:tcW w:w="3154" w:type="dxa"/>
            <w:tcBorders>
              <w:top w:val="single" w:sz="5.01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85" w:type="dxa"/>
            <w:tcBorders>
              <w:top w:val="single" w:sz="5.01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6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634" w:type="dxa"/>
            <w:tcBorders>
              <w:top w:val="single" w:sz="5.01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433" w:right="150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ol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42" w:after="0" w:line="320" w:lineRule="atLeast"/>
        <w:ind w:left="140" w:right="13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LIST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HO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RY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4" w:after="0" w:line="225" w:lineRule="exact"/>
        <w:ind w:left="140" w:right="-20"/>
        <w:jc w:val="left"/>
        <w:tabs>
          <w:tab w:pos="4000" w:val="left"/>
          <w:tab w:pos="662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24002pt;margin-top:1.22444pt;width:467.104102pt;height:.1pt;mso-position-horizontal-relative:page;mso-position-vertical-relative:paragraph;z-index:-279" coordorigin="1440,24" coordsize="9342,2">
            <v:shape style="position:absolute;left:1440;top:24;width:9342;height:2" coordorigin="1440,24" coordsize="9342,0" path="m1440,24l10783,24e" filled="f" stroked="t" strokeweight=".6274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40" w:lineRule="auto"/>
        <w:ind w:left="140" w:right="-20"/>
        <w:jc w:val="left"/>
        <w:tabs>
          <w:tab w:pos="4000" w:val="left"/>
          <w:tab w:pos="662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14038pt;margin-top:1.224501pt;width:467.104102pt;height:.1pt;mso-position-horizontal-relative:page;mso-position-vertical-relative:paragraph;z-index:-278" coordorigin="1440,24" coordsize="9342,2">
            <v:shape style="position:absolute;left:1440;top:24;width:9342;height:2" coordorigin="1440,24" coordsize="9342,0" path="m1440,24l10782,24e" filled="f" stroked="t" strokeweight=".6274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15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/a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llo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s.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ach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5" w:lineRule="exact"/>
        <w:ind w:left="140" w:right="-20"/>
        <w:jc w:val="left"/>
        <w:tabs>
          <w:tab w:pos="93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FR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RN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UT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THE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L?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25" w:lineRule="exact"/>
        <w:ind w:left="140" w:right="-20"/>
        <w:jc w:val="left"/>
        <w:tabs>
          <w:tab w:pos="946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14038pt;margin-top:-7.550315pt;width:466.695742pt;height:.1pt;mso-position-horizontal-relative:page;mso-position-vertical-relative:paragraph;z-index:-277" coordorigin="1440,-151" coordsize="9334,2">
            <v:shape style="position:absolute;left:1440;top:-151;width:9334;height:2" coordorigin="1440,-151" coordsize="9334,0" path="m1440,-151l10774,-151e" filled="f" stroked="t" strokeweight=".8864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CRI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UR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ILD</w:t>
      </w:r>
      <w:r>
        <w:rPr>
          <w:rFonts w:ascii="Arial" w:hAnsi="Arial" w:cs="Arial" w:eastAsia="Arial"/>
          <w:sz w:val="20"/>
          <w:szCs w:val="20"/>
          <w:spacing w:val="4"/>
          <w:w w:val="99"/>
          <w:b/>
          <w:bCs/>
          <w:position w:val="-1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25" w:lineRule="exact"/>
        <w:ind w:left="140" w:right="-20"/>
        <w:jc w:val="left"/>
        <w:tabs>
          <w:tab w:pos="944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14038pt;margin-top:-7.430778pt;width:466.695742pt;height:.1pt;mso-position-horizontal-relative:page;mso-position-vertical-relative:paragraph;z-index:-276" coordorigin="1440,-149" coordsize="9334,2">
            <v:shape style="position:absolute;left:1440;top:-149;width:9334;height:2" coordorigin="1440,-149" coordsize="9334,0" path="m1440,-149l10774,-149e" filled="f" stroked="t" strokeweight=".88644pt" strokecolor="#000000">
              <v:path arrowok="t"/>
            </v:shape>
          </v:group>
          <w10:wrap type="none"/>
        </w:pict>
      </w:r>
      <w:r>
        <w:rPr/>
        <w:pict>
          <v:group style="position:absolute;margin-left:72.014038pt;margin-top:32.767769pt;width:467.054302pt;height:.1pt;mso-position-horizontal-relative:page;mso-position-vertical-relative:paragraph;z-index:-275" coordorigin="1440,655" coordsize="9341,2">
            <v:shape style="position:absolute;left:1440;top:655;width:9341;height:2" coordorigin="1440,655" coordsize="9341,0" path="m1440,655l10781,655e" filled="f" stroked="t" strokeweight=".8864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UR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IR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99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UR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CHI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7"/>
          <w:w w:val="99"/>
          <w:b/>
          <w:bCs/>
          <w:position w:val="-1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4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14038pt;margin-top:-7.570243pt;width:466.695742pt;height:.1pt;mso-position-horizontal-relative:page;mso-position-vertical-relative:paragraph;z-index:-274" coordorigin="1440,-151" coordsize="9334,2">
            <v:shape style="position:absolute;left:1440;top:-151;width:9334;height:2" coordorigin="1440,-151" coordsize="9334,0" path="m1440,-151l10774,-151e" filled="f" stroked="t" strokeweight=".8864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FIND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NJ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25" w:lineRule="exact"/>
        <w:ind w:left="140" w:right="-20"/>
        <w:jc w:val="left"/>
        <w:tabs>
          <w:tab w:pos="946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14038pt;margin-top:31.06777pt;width:466.695742pt;height:.1pt;mso-position-horizontal-relative:page;mso-position-vertical-relative:paragraph;z-index:-273" coordorigin="1440,621" coordsize="9334,2">
            <v:shape style="position:absolute;left:1440;top:621;width:9334;height:2" coordorigin="1440,621" coordsize="9334,0" path="m1440,621l10774,621e" filled="f" stroked="t" strokeweight=".8864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25" w:lineRule="exact"/>
        <w:ind w:left="14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14038pt;margin-top:-7.550284pt;width:466.695742pt;height:.1pt;mso-position-horizontal-relative:page;mso-position-vertical-relative:paragraph;z-index:-272" coordorigin="1440,-151" coordsize="9334,2">
            <v:shape style="position:absolute;left:1440;top:-151;width:9334;height:2" coordorigin="1440,-151" coordsize="9334,0" path="m1440,-151l10774,-151e" filled="f" stroked="t" strokeweight=".88644pt" strokecolor="#000000">
              <v:path arrowok="t"/>
            </v:shape>
          </v:group>
          <w10:wrap type="none"/>
        </w:pict>
      </w:r>
      <w:r>
        <w:rPr/>
        <w:pict>
          <v:group style="position:absolute;margin-left:72.014038pt;margin-top:32.648262pt;width:466.701718pt;height:.1pt;mso-position-horizontal-relative:page;mso-position-vertical-relative:paragraph;z-index:-271" coordorigin="1440,653" coordsize="9334,2">
            <v:shape style="position:absolute;left:1440;top:653;width:9334;height:2" coordorigin="1440,653" coordsize="9334,0" path="m1440,653l10774,653e" filled="f" stroked="t" strokeweight=".88644pt" strokecolor="#000000">
              <v:path arrowok="t"/>
            </v:shape>
          </v:group>
          <w10:wrap type="none"/>
        </w:pict>
      </w:r>
      <w:r>
        <w:rPr/>
        <w:pict>
          <v:group style="position:absolute;margin-left:72.014038pt;margin-top:52.80732pt;width:466.695742pt;height:.1pt;mso-position-horizontal-relative:page;mso-position-vertical-relative:paragraph;z-index:-270" coordorigin="1440,1056" coordsize="9334,2">
            <v:shape style="position:absolute;left:1440;top:1056;width:9334;height:2" coordorigin="1440,1056" coordsize="9334,0" path="m1440,1056l10774,1056e" filled="f" stroked="t" strokeweight=".8864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BR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LLS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US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HING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UR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IL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418" w:lineRule="auto"/>
        <w:ind w:left="140" w:right="52"/>
        <w:jc w:val="left"/>
        <w:tabs>
          <w:tab w:pos="946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14038pt;margin-top:-47.77874pt;width:466.695742pt;height:.1pt;mso-position-horizontal-relative:page;mso-position-vertical-relative:paragraph;z-index:-269" coordorigin="1440,-956" coordsize="9334,2">
            <v:shape style="position:absolute;left:1440;top:-956;width:9334;height:2" coordorigin="1440,-956" coordsize="9334,0" path="m1440,-956l10774,-956e" filled="f" stroked="t" strokeweight=".88644pt" strokecolor="#000000">
              <v:path arrowok="t"/>
            </v:shape>
          </v:group>
          <w10:wrap type="none"/>
        </w:pict>
      </w:r>
      <w:r>
        <w:rPr/>
        <w:pict>
          <v:group style="position:absolute;margin-left:72.014038pt;margin-top:-27.619696pt;width:466.715662pt;height:.1pt;mso-position-horizontal-relative:page;mso-position-vertical-relative:paragraph;z-index:-268" coordorigin="1440,-552" coordsize="9334,2">
            <v:shape style="position:absolute;left:1440;top:-552;width:9334;height:2" coordorigin="1440,-552" coordsize="9334,0" path="m1440,-552l10775,-552e" filled="f" stroked="t" strokeweight=".88644pt" strokecolor="#000000">
              <v:path arrowok="t"/>
            </v:shape>
          </v:group>
          <w10:wrap type="none"/>
        </w:pict>
      </w:r>
      <w:r>
        <w:rPr/>
        <w:pict>
          <v:group style="position:absolute;margin-left:72.014038pt;margin-top:-7.5503pt;width:466.695742pt;height:.1pt;mso-position-horizontal-relative:page;mso-position-vertical-relative:paragraph;z-index:-267" coordorigin="1440,-151" coordsize="9334,2">
            <v:shape style="position:absolute;left:1440;top:-151;width:9334;height:2" coordorigin="1440,-151" coordsize="9334,0" path="m1440,-151l10774,-151e" filled="f" stroked="t" strokeweight=".88644pt" strokecolor="#000000">
              <v:path arrowok="t"/>
            </v:shape>
          </v:group>
          <w10:wrap type="none"/>
        </w:pict>
      </w:r>
      <w:r>
        <w:rPr/>
        <w:pict>
          <v:group style="position:absolute;margin-left:72.014038pt;margin-top:52.807297pt;width:466.695742pt;height:.1pt;mso-position-horizontal-relative:page;mso-position-vertical-relative:paragraph;z-index:-266" coordorigin="1440,1056" coordsize="9334,2">
            <v:shape style="position:absolute;left:1440;top:1056;width:9334;height:2" coordorigin="1440,1056" coordsize="9334,0" path="m1440,1056l10774,1056e" filled="f" stroked="t" strokeweight=".88644pt" strokecolor="#000000">
              <v:path arrowok="t"/>
            </v:shape>
          </v:group>
          <w10:wrap type="none"/>
        </w:pict>
      </w:r>
      <w:r>
        <w:rPr/>
        <w:pict>
          <v:group style="position:absolute;margin-left:72.014038pt;margin-top:72.846817pt;width:466.695742pt;height:.1pt;mso-position-horizontal-relative:page;mso-position-vertical-relative:paragraph;z-index:-265" coordorigin="1440,1457" coordsize="9334,2">
            <v:shape style="position:absolute;left:1440;top:1457;width:9334;height:2" coordorigin="1440,1457" coordsize="9334,0" path="m1440,1457l10774,1457e" filled="f" stroked="t" strokeweight=".88644pt" strokecolor="#000000">
              <v:path arrowok="t"/>
            </v:shape>
          </v:group>
          <w10:wrap type="none"/>
        </w:pict>
      </w:r>
      <w:r>
        <w:rPr/>
        <w:pict>
          <v:group style="position:absolute;margin-left:72.014038pt;margin-top:93.264816pt;width:466.695742pt;height:.1pt;mso-position-horizontal-relative:page;mso-position-vertical-relative:paragraph;z-index:-264" coordorigin="1440,1865" coordsize="9334,2">
            <v:shape style="position:absolute;left:1440;top:1865;width:9334;height:2" coordorigin="1440,1865" coordsize="9334,0" path="m1440,1865l10774,1865e" filled="f" stroked="t" strokeweight=".6274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HING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LP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UNDE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UR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CH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LD/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99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IL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1260" w:bottom="280" w:left="1300" w:right="1360"/>
        </w:sectPr>
      </w:pPr>
      <w:rPr/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34" w:after="0" w:line="225" w:lineRule="exact"/>
        <w:ind w:left="100" w:right="-20"/>
        <w:jc w:val="left"/>
        <w:tabs>
          <w:tab w:pos="93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LI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IS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99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thick" w:color="0000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u w:val="thick" w:color="0000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u w:val="thick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u w:val="thick" w:color="000000"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u w:val="thick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thick" w:color="0000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u w:val="thick" w:color="0000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u w:val="thick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u w:val="thick" w:color="0000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u w:val="thick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thick" w:color="0000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u w:val="thick" w:color="0000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u w:val="thick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thick" w:color="000000"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thick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99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?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4" w:after="0" w:line="225" w:lineRule="exact"/>
        <w:ind w:left="100" w:right="-20"/>
        <w:jc w:val="left"/>
        <w:tabs>
          <w:tab w:pos="7520" w:val="left"/>
          <w:tab w:pos="93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99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99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99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7"/>
          <w:w w:val="99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6"/>
          <w:w w:val="99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HIS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99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?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0" w:right="27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HIS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.00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FU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CHILD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U.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6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5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u w:val="thick" w:color="0000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0"/>
          <w:szCs w:val="20"/>
          <w:spacing w:val="-16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EL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9" w:after="0" w:line="228" w:lineRule="exact"/>
        <w:ind w:left="100" w:right="171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INCLU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LL,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147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24002pt;margin-top:56.91399pt;width:467.074222pt;height:.1pt;mso-position-horizontal-relative:page;mso-position-vertical-relative:paragraph;z-index:-263" coordorigin="1440,1138" coordsize="9341,2">
            <v:shape style="position:absolute;left:1440;top:1138;width:9341;height:2" coordorigin="1440,1138" coordsize="9341,0" path="m1440,1138l10782,1138e" filled="f" stroked="t" strokeweight=".8864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URS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00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HURS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4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URS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RI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IF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ICU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K,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LET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REQU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4" w:after="0" w:line="225" w:lineRule="exact"/>
        <w:ind w:left="100" w:right="-20"/>
        <w:jc w:val="left"/>
        <w:tabs>
          <w:tab w:pos="50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le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se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che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he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99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ou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ill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ne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fina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ci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aid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Sz w:w="12240" w:h="15840"/>
          <w:pgMar w:top="1480" w:bottom="280" w:left="1340" w:right="1360"/>
        </w:sectPr>
      </w:pPr>
      <w:rPr/>
    </w:p>
    <w:p>
      <w:pPr>
        <w:spacing w:before="34" w:after="0" w:line="225" w:lineRule="exact"/>
        <w:ind w:left="100" w:right="-70"/>
        <w:jc w:val="left"/>
        <w:tabs>
          <w:tab w:pos="61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4" w:after="0" w:line="225" w:lineRule="exact"/>
        <w:ind w:right="-20"/>
        <w:jc w:val="left"/>
        <w:tabs>
          <w:tab w:pos="304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280" w:left="1340" w:right="1360"/>
          <w:cols w:num="2" w:equalWidth="0">
            <w:col w:w="6114" w:space="280"/>
            <w:col w:w="3146"/>
          </w:cols>
        </w:sectPr>
      </w:pPr>
      <w:rPr/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this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ion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fee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ol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0,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9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J.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LEF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NING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type w:val="continuous"/>
      <w:pgSz w:w="12240" w:h="15840"/>
      <w:pgMar w:top="1360" w:bottom="280" w:left="134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S Gothic">
    <w:altName w:val="MS Gothic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Fischer</dc:creator>
  <dcterms:created xsi:type="dcterms:W3CDTF">2016-09-09T12:58:17Z</dcterms:created>
  <dcterms:modified xsi:type="dcterms:W3CDTF">2016-09-09T12:58:17Z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2016-09-07T00:00:00Z</vt:filetime>
  </property>
  <property fmtid="{D5CDD505-2E9C-101B-9397-08002B2CF9AE}" pid="3" name="LastSaved">
    <vt:filetime>2016-09-09T00:00:00Z</vt:filetime>
  </property>
</Properties>
</file>